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7548A-08AC-42D5-9AD0-DC1B3F62698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